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18C" w:rsidRDefault="0060218C" w:rsidP="0060218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2B0D2C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44</w:t>
      </w:r>
      <w:r w:rsidR="003C78C2" w:rsidRPr="005E040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7a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A66B93">
        <w:rPr>
          <w:rFonts w:ascii="Tahoma" w:hAnsi="Tahoma" w:cs="Tahoma"/>
          <w:sz w:val="24"/>
          <w:szCs w:val="24"/>
        </w:rPr>
        <w:t>odbor sociální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66B93">
        <w:rPr>
          <w:rFonts w:ascii="Tahoma" w:hAnsi="Tahoma" w:cs="Tahoma"/>
        </w:rPr>
        <w:t>sociální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633A02" w:rsidRDefault="00A66B93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</w:rPr>
      </w:pPr>
      <w:r w:rsidRPr="00633A02">
        <w:rPr>
          <w:rFonts w:ascii="Tahoma" w:hAnsi="Tahoma" w:cs="Tahoma"/>
          <w:b/>
        </w:rPr>
        <w:t>Souhlasné stanovisko k žádosti o podporu z Integrovaného regionálního operačního programu – Oblastní charita Strakonice</w:t>
      </w:r>
      <w:r w:rsidR="009122D5" w:rsidRPr="00633A02">
        <w:rPr>
          <w:rFonts w:ascii="Tahoma" w:hAnsi="Tahoma" w:cs="Tahoma"/>
          <w:b/>
        </w:rPr>
        <w:t>, Sousedovice 40, Strakonice</w:t>
      </w:r>
    </w:p>
    <w:p w:rsidR="005C0CB7" w:rsidRPr="00633A02" w:rsidRDefault="005C0CB7" w:rsidP="005C0CB7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</w:rPr>
      </w:pPr>
    </w:p>
    <w:p w:rsidR="00053C5A" w:rsidRPr="00053C5A" w:rsidRDefault="00053C5A" w:rsidP="00A66B93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A66B93">
        <w:rPr>
          <w:rFonts w:ascii="Tahoma" w:hAnsi="Tahoma" w:cs="Tahoma"/>
          <w:sz w:val="20"/>
          <w:szCs w:val="20"/>
        </w:rPr>
        <w:t>21.7.2021</w:t>
      </w:r>
      <w:proofErr w:type="gramEnd"/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  <w:r w:rsidR="00A66B93"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A66B93" w:rsidRPr="00633A02" w:rsidRDefault="00A66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 w:rsidRPr="00633A02">
        <w:rPr>
          <w:rFonts w:ascii="Tahoma" w:hAnsi="Tahoma" w:cs="Tahoma"/>
          <w:bCs/>
          <w:sz w:val="20"/>
          <w:szCs w:val="20"/>
        </w:rPr>
        <w:t xml:space="preserve">Mgr. Lenka Vysoká </w:t>
      </w:r>
    </w:p>
    <w:p w:rsidR="00BF7E67" w:rsidRPr="005E0400" w:rsidRDefault="00A66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vedoucí sociálního odboru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E67" w:rsidRPr="00B21534" w:rsidRDefault="00A66B93" w:rsidP="003D7520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Souhlasné stanovisk</w:t>
      </w:r>
      <w:r w:rsidR="00633A02">
        <w:rPr>
          <w:rFonts w:ascii="Tahoma" w:hAnsi="Tahoma" w:cs="Tahoma"/>
          <w:sz w:val="24"/>
        </w:rPr>
        <w:t>o k žádosti o dotaci</w:t>
      </w:r>
      <w:r w:rsidR="005C0CB7">
        <w:rPr>
          <w:rFonts w:ascii="Tahoma" w:hAnsi="Tahoma" w:cs="Tahoma"/>
          <w:sz w:val="24"/>
        </w:rPr>
        <w:t xml:space="preserve"> z Integro</w:t>
      </w:r>
      <w:r>
        <w:rPr>
          <w:rFonts w:ascii="Tahoma" w:hAnsi="Tahoma" w:cs="Tahoma"/>
          <w:sz w:val="24"/>
        </w:rPr>
        <w:t xml:space="preserve">vaného regionálního operačního programu – Oblastní charita </w:t>
      </w:r>
      <w:proofErr w:type="gramStart"/>
      <w:r>
        <w:rPr>
          <w:rFonts w:ascii="Tahoma" w:hAnsi="Tahoma" w:cs="Tahoma"/>
          <w:sz w:val="24"/>
        </w:rPr>
        <w:t xml:space="preserve">Strakonice </w:t>
      </w:r>
      <w:r w:rsidR="005C0CB7">
        <w:rPr>
          <w:rFonts w:ascii="Tahoma" w:hAnsi="Tahoma" w:cs="Tahoma"/>
          <w:sz w:val="24"/>
        </w:rPr>
        <w:t>, Sousedovice</w:t>
      </w:r>
      <w:proofErr w:type="gramEnd"/>
      <w:r w:rsidR="005C0CB7">
        <w:rPr>
          <w:rFonts w:ascii="Tahoma" w:hAnsi="Tahoma" w:cs="Tahoma"/>
          <w:sz w:val="24"/>
        </w:rPr>
        <w:t xml:space="preserve"> 40, Strakonice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5A7FA5" w:rsidRPr="005E0400" w:rsidRDefault="005A7FA5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B4E75" w:rsidRPr="008B4E75" w:rsidRDefault="008B4E75" w:rsidP="008B4E7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8B4E75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vydává</w:t>
      </w:r>
    </w:p>
    <w:p w:rsidR="00BF7E67" w:rsidRPr="00ED1282" w:rsidRDefault="00B25B07" w:rsidP="0011544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souhlasné stanovisko </w:t>
      </w:r>
      <w:r w:rsidR="00115443">
        <w:rPr>
          <w:rFonts w:ascii="Tahoma" w:hAnsi="Tahoma" w:cs="Tahoma"/>
          <w:sz w:val="20"/>
          <w:szCs w:val="20"/>
        </w:rPr>
        <w:t>pro účely podání žádosti</w:t>
      </w:r>
      <w:r w:rsidR="008B4E7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o dotaci </w:t>
      </w:r>
      <w:r w:rsidR="00115443">
        <w:rPr>
          <w:rFonts w:ascii="Tahoma" w:hAnsi="Tahoma" w:cs="Tahoma"/>
          <w:sz w:val="20"/>
          <w:szCs w:val="20"/>
        </w:rPr>
        <w:t xml:space="preserve">Oblastní charity </w:t>
      </w:r>
      <w:proofErr w:type="gramStart"/>
      <w:r w:rsidR="00115443">
        <w:rPr>
          <w:rFonts w:ascii="Tahoma" w:hAnsi="Tahoma" w:cs="Tahoma"/>
          <w:sz w:val="20"/>
          <w:szCs w:val="20"/>
        </w:rPr>
        <w:t xml:space="preserve">Strakonice </w:t>
      </w:r>
      <w:r>
        <w:rPr>
          <w:rFonts w:ascii="Tahoma" w:hAnsi="Tahoma" w:cs="Tahoma"/>
          <w:sz w:val="20"/>
          <w:szCs w:val="20"/>
        </w:rPr>
        <w:t>, Sousedovice</w:t>
      </w:r>
      <w:proofErr w:type="gramEnd"/>
      <w:r>
        <w:rPr>
          <w:rFonts w:ascii="Tahoma" w:hAnsi="Tahoma" w:cs="Tahoma"/>
          <w:sz w:val="20"/>
          <w:szCs w:val="20"/>
        </w:rPr>
        <w:t xml:space="preserve"> 40, Strakonice </w:t>
      </w:r>
      <w:r w:rsidR="00115443" w:rsidRPr="00115443">
        <w:rPr>
          <w:rFonts w:ascii="Tahoma" w:hAnsi="Tahoma" w:cs="Tahoma"/>
          <w:bCs/>
          <w:sz w:val="20"/>
          <w:szCs w:val="20"/>
        </w:rPr>
        <w:t xml:space="preserve">z Integrovaného regionálního operačního programu, která má vazbu na 62. výzvu Ministerstva pro místní rozvoj </w:t>
      </w:r>
      <w:r>
        <w:rPr>
          <w:rFonts w:ascii="Tahoma" w:hAnsi="Tahoma" w:cs="Tahoma"/>
          <w:bCs/>
          <w:sz w:val="20"/>
          <w:szCs w:val="20"/>
        </w:rPr>
        <w:t>„</w:t>
      </w:r>
      <w:r w:rsidR="00115443" w:rsidRPr="00115443">
        <w:rPr>
          <w:rFonts w:ascii="Tahoma" w:hAnsi="Tahoma" w:cs="Tahoma"/>
          <w:bCs/>
          <w:sz w:val="20"/>
          <w:szCs w:val="20"/>
        </w:rPr>
        <w:t>Sociální infrastruktura –</w:t>
      </w:r>
      <w:r w:rsidR="00115443">
        <w:rPr>
          <w:rFonts w:ascii="Tahoma" w:hAnsi="Tahoma" w:cs="Tahoma"/>
          <w:bCs/>
          <w:sz w:val="20"/>
          <w:szCs w:val="20"/>
        </w:rPr>
        <w:t xml:space="preserve"> integrované projekty CLLD</w:t>
      </w:r>
      <w:r>
        <w:rPr>
          <w:rFonts w:ascii="Tahoma" w:hAnsi="Tahoma" w:cs="Tahoma"/>
          <w:bCs/>
          <w:sz w:val="20"/>
          <w:szCs w:val="20"/>
        </w:rPr>
        <w:t>“</w:t>
      </w:r>
      <w:r w:rsidR="00115443">
        <w:rPr>
          <w:rFonts w:ascii="Tahoma" w:hAnsi="Tahoma" w:cs="Tahoma"/>
          <w:bCs/>
          <w:sz w:val="20"/>
          <w:szCs w:val="20"/>
        </w:rPr>
        <w:t>, na nákup pěti osobních automobilů, které budou sloužit pro potřeby pečovatelské služby a osobní asistence.</w:t>
      </w:r>
    </w:p>
    <w:p w:rsidR="00115443" w:rsidRPr="00115443" w:rsidRDefault="00115443" w:rsidP="00115443">
      <w:pPr>
        <w:jc w:val="both"/>
        <w:rPr>
          <w:rFonts w:ascii="Tahoma" w:hAnsi="Tahoma" w:cs="Tahoma"/>
          <w:sz w:val="20"/>
          <w:szCs w:val="20"/>
        </w:rPr>
      </w:pPr>
    </w:p>
    <w:p w:rsidR="00BF7E67" w:rsidRDefault="0011544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pověřuje</w:t>
      </w:r>
    </w:p>
    <w:p w:rsidR="00053C5A" w:rsidRPr="00053C5A" w:rsidRDefault="00115443" w:rsidP="00053C5A">
      <w:r>
        <w:t>starostu podpisem uvedeného souhlasného stanoviska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3D7520" w:rsidRPr="005E040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3D7520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E0A152E"/>
    <w:multiLevelType w:val="hybridMultilevel"/>
    <w:tmpl w:val="4DDC49E6"/>
    <w:lvl w:ilvl="0" w:tplc="15F49C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15E60"/>
    <w:multiLevelType w:val="hybridMultilevel"/>
    <w:tmpl w:val="9E70A3E6"/>
    <w:lvl w:ilvl="0" w:tplc="50066B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33584"/>
    <w:multiLevelType w:val="hybridMultilevel"/>
    <w:tmpl w:val="F4B45E8A"/>
    <w:lvl w:ilvl="0" w:tplc="525AA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41"/>
    <w:rsid w:val="00053C5A"/>
    <w:rsid w:val="00077160"/>
    <w:rsid w:val="00115443"/>
    <w:rsid w:val="002B0D2C"/>
    <w:rsid w:val="00353CF6"/>
    <w:rsid w:val="003C78C2"/>
    <w:rsid w:val="003D7520"/>
    <w:rsid w:val="00404841"/>
    <w:rsid w:val="0055252F"/>
    <w:rsid w:val="005A7FA5"/>
    <w:rsid w:val="005B73DA"/>
    <w:rsid w:val="005C0CB7"/>
    <w:rsid w:val="005E0400"/>
    <w:rsid w:val="0060218C"/>
    <w:rsid w:val="00633A02"/>
    <w:rsid w:val="00786E3A"/>
    <w:rsid w:val="007B1206"/>
    <w:rsid w:val="008B4E75"/>
    <w:rsid w:val="008C3079"/>
    <w:rsid w:val="008E6A45"/>
    <w:rsid w:val="009122D5"/>
    <w:rsid w:val="00915B55"/>
    <w:rsid w:val="009E26DB"/>
    <w:rsid w:val="00A33D74"/>
    <w:rsid w:val="00A432F0"/>
    <w:rsid w:val="00A66B93"/>
    <w:rsid w:val="00B21534"/>
    <w:rsid w:val="00B25B07"/>
    <w:rsid w:val="00BF7E67"/>
    <w:rsid w:val="00DA7D9D"/>
    <w:rsid w:val="00E64084"/>
    <w:rsid w:val="00ED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86193B-243C-42FA-A837-E9BFB45E7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86E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6E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mu1stn\usr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1</TotalTime>
  <Pages>2</Pages>
  <Words>145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Lenka Vysoká</dc:creator>
  <cp:keywords/>
  <dc:description/>
  <cp:lastModifiedBy>Eva Mácková</cp:lastModifiedBy>
  <cp:revision>3</cp:revision>
  <cp:lastPrinted>2021-07-19T11:48:00Z</cp:lastPrinted>
  <dcterms:created xsi:type="dcterms:W3CDTF">2021-07-19T12:19:00Z</dcterms:created>
  <dcterms:modified xsi:type="dcterms:W3CDTF">2021-07-22T10:10:00Z</dcterms:modified>
</cp:coreProperties>
</file>